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386" w:rsidRPr="007666D6" w:rsidRDefault="00657A47" w:rsidP="00213980">
      <w:pPr>
        <w:pStyle w:val="Nagwek4"/>
        <w:spacing w:after="240" w:line="276" w:lineRule="auto"/>
        <w:rPr>
          <w:bCs/>
          <w:i w:val="0"/>
          <w:sz w:val="22"/>
          <w:szCs w:val="22"/>
        </w:rPr>
      </w:pPr>
      <w:bookmarkStart w:id="0" w:name="_Hlk60301409"/>
      <w:r w:rsidRPr="007666D6">
        <w:rPr>
          <w:bCs/>
          <w:i w:val="0"/>
          <w:sz w:val="22"/>
          <w:szCs w:val="22"/>
        </w:rPr>
        <w:t xml:space="preserve">Załącznik nr </w:t>
      </w:r>
      <w:r w:rsidR="00D25730">
        <w:rPr>
          <w:bCs/>
          <w:i w:val="0"/>
          <w:sz w:val="22"/>
          <w:szCs w:val="22"/>
        </w:rPr>
        <w:t>5</w:t>
      </w:r>
      <w:r w:rsidR="007666D6">
        <w:rPr>
          <w:bCs/>
          <w:i w:val="0"/>
          <w:sz w:val="22"/>
          <w:szCs w:val="22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4"/>
      </w:tblGrid>
      <w:tr w:rsidR="007666D6" w:rsidRPr="00AF7375" w:rsidTr="00AF7375">
        <w:tc>
          <w:tcPr>
            <w:tcW w:w="9104" w:type="dxa"/>
            <w:shd w:val="clear" w:color="auto" w:fill="auto"/>
          </w:tcPr>
          <w:p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:rsidR="00025386" w:rsidRPr="00025386" w:rsidRDefault="00213980" w:rsidP="00213980">
      <w:pPr>
        <w:spacing w:before="240" w:after="480"/>
      </w:pPr>
      <w:r w:rsidRPr="007666D6">
        <w:rPr>
          <w:rFonts w:ascii="Times New Roman" w:eastAsia="Times New Roman" w:hAnsi="Times New Roman"/>
          <w:lang w:eastAsia="pl-PL"/>
        </w:rPr>
        <w:t xml:space="preserve">Znak </w:t>
      </w:r>
      <w:r>
        <w:rPr>
          <w:rFonts w:ascii="Times New Roman" w:eastAsia="Times New Roman" w:hAnsi="Times New Roman"/>
          <w:lang w:eastAsia="pl-PL"/>
        </w:rPr>
        <w:t>s</w:t>
      </w:r>
      <w:r w:rsidRPr="007666D6">
        <w:rPr>
          <w:rFonts w:ascii="Times New Roman" w:eastAsia="Times New Roman" w:hAnsi="Times New Roman"/>
          <w:lang w:eastAsia="pl-PL"/>
        </w:rPr>
        <w:t>prawy</w:t>
      </w:r>
      <w:r w:rsidR="00351AC7">
        <w:rPr>
          <w:rFonts w:ascii="Times New Roman" w:eastAsia="Times New Roman" w:hAnsi="Times New Roman"/>
          <w:lang w:eastAsia="pl-PL"/>
        </w:rPr>
        <w:t xml:space="preserve">: </w:t>
      </w:r>
      <w:r w:rsidR="00D62E33">
        <w:rPr>
          <w:rFonts w:ascii="Times New Roman" w:eastAsia="Times New Roman" w:hAnsi="Times New Roman"/>
          <w:lang w:eastAsia="pl-PL"/>
        </w:rPr>
        <w:t>1.1.</w:t>
      </w:r>
      <w:r w:rsidR="00B1133B">
        <w:rPr>
          <w:rFonts w:ascii="Times New Roman" w:eastAsia="Times New Roman" w:hAnsi="Times New Roman"/>
          <w:lang w:eastAsia="pl-PL"/>
        </w:rPr>
        <w:t>4</w:t>
      </w:r>
      <w:r w:rsidR="0057763A">
        <w:rPr>
          <w:rFonts w:ascii="Times New Roman" w:eastAsia="Times New Roman" w:hAnsi="Times New Roman"/>
          <w:lang w:eastAsia="pl-PL"/>
        </w:rPr>
        <w:t>.202</w:t>
      </w:r>
      <w:r w:rsidR="00D62E33">
        <w:rPr>
          <w:rFonts w:ascii="Times New Roman" w:eastAsia="Times New Roman" w:hAnsi="Times New Roman"/>
          <w:lang w:eastAsia="pl-PL"/>
        </w:rPr>
        <w:t>6</w:t>
      </w:r>
    </w:p>
    <w:p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</w:t>
      </w:r>
      <w:r w:rsidR="00D9320D" w:rsidRPr="007737EB">
        <w:rPr>
          <w:rStyle w:val="Uwydatnienie"/>
        </w:rPr>
        <w:t>UDOSTĘPNIAJĄCEGO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ZASOBY</w:t>
      </w:r>
    </w:p>
    <w:p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Ja(My) niżej podpisany(i)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E27ABB" w:rsidRPr="0016158F" w:rsidRDefault="00CB29AC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914BBC">
        <w:rPr>
          <w:rFonts w:ascii="Times New Roman" w:hAnsi="Times New Roman"/>
        </w:rPr>
        <w:t>(Dz.U.2022.1710</w:t>
      </w:r>
      <w:r w:rsidR="003E3F90" w:rsidRPr="003E3F90">
        <w:rPr>
          <w:rFonts w:ascii="Times New Roman" w:hAnsi="Times New Roman"/>
        </w:rPr>
        <w:t xml:space="preserve"> ze zm.)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:rsidR="00BE3BCE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:rsidR="00351AC7" w:rsidRPr="00351AC7" w:rsidRDefault="00351AC7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351AC7">
        <w:rPr>
          <w:rFonts w:ascii="Times New Roman" w:hAnsi="Times New Roman"/>
          <w:b/>
          <w:bCs/>
          <w:iCs/>
          <w:color w:val="000000"/>
        </w:rPr>
        <w:t>„</w:t>
      </w:r>
      <w:proofErr w:type="spellStart"/>
      <w:r w:rsidR="00793758" w:rsidRPr="00793758">
        <w:rPr>
          <w:b/>
          <w:bCs/>
          <w:iCs/>
          <w:color w:val="000000" w:themeColor="text1"/>
          <w:lang w:bidi="pl-PL"/>
        </w:rPr>
        <w:t>Budišov</w:t>
      </w:r>
      <w:proofErr w:type="spellEnd"/>
      <w:r w:rsidR="00793758" w:rsidRPr="00793758">
        <w:rPr>
          <w:b/>
          <w:bCs/>
          <w:iCs/>
          <w:color w:val="000000" w:themeColor="text1"/>
          <w:lang w:bidi="pl-PL"/>
        </w:rPr>
        <w:t xml:space="preserve"> i Rudnik wspólnie poszerzają i ulepszają ofertę turystyczną zajęć na świeżym powietrzu na pograniczu czesko-polskim</w:t>
      </w:r>
      <w:r w:rsidR="00D25730">
        <w:rPr>
          <w:b/>
          <w:bCs/>
          <w:iCs/>
          <w:color w:val="000000" w:themeColor="text1"/>
        </w:rPr>
        <w:t>”</w:t>
      </w:r>
    </w:p>
    <w:p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ęWykonawcy zasoby, w następującym zakresie:</w:t>
      </w:r>
    </w:p>
    <w:p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1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1"/>
    <w:p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footerReference w:type="default" r:id="rId7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403" w:rsidRDefault="00C47403" w:rsidP="00025386">
      <w:pPr>
        <w:spacing w:after="0" w:line="240" w:lineRule="auto"/>
      </w:pPr>
      <w:r>
        <w:separator/>
      </w:r>
    </w:p>
  </w:endnote>
  <w:endnote w:type="continuationSeparator" w:id="1">
    <w:p w:rsidR="00C47403" w:rsidRDefault="00C4740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386" w:rsidRDefault="00695585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w:pict>
        <v:line id="Łącznik prosty 3" o:spid="_x0000_s1026" style="position:absolute;left:0;text-align:left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</w:pic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695585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695585">
      <w:rPr>
        <w:rStyle w:val="Numerstrony"/>
        <w:rFonts w:ascii="Arial" w:hAnsi="Arial"/>
        <w:sz w:val="18"/>
        <w:szCs w:val="18"/>
      </w:rPr>
      <w:fldChar w:fldCharType="separate"/>
    </w:r>
    <w:r w:rsidR="00793758">
      <w:rPr>
        <w:rStyle w:val="Numerstrony"/>
        <w:rFonts w:ascii="Arial" w:hAnsi="Arial"/>
        <w:noProof/>
        <w:sz w:val="18"/>
        <w:szCs w:val="18"/>
      </w:rPr>
      <w:t>1</w:t>
    </w:r>
    <w:r w:rsidR="00695585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695585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695585">
      <w:rPr>
        <w:rStyle w:val="Numerstrony"/>
        <w:rFonts w:ascii="Arial" w:hAnsi="Arial"/>
        <w:sz w:val="18"/>
        <w:szCs w:val="18"/>
      </w:rPr>
      <w:fldChar w:fldCharType="separate"/>
    </w:r>
    <w:r w:rsidR="00793758">
      <w:rPr>
        <w:rStyle w:val="Numerstrony"/>
        <w:rFonts w:ascii="Arial" w:hAnsi="Arial"/>
        <w:noProof/>
        <w:sz w:val="18"/>
        <w:szCs w:val="18"/>
      </w:rPr>
      <w:t>1</w:t>
    </w:r>
    <w:r w:rsidR="00695585"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403" w:rsidRDefault="00C47403" w:rsidP="00025386">
      <w:pPr>
        <w:spacing w:after="0" w:line="240" w:lineRule="auto"/>
      </w:pPr>
      <w:r>
        <w:separator/>
      </w:r>
    </w:p>
  </w:footnote>
  <w:footnote w:type="continuationSeparator" w:id="1">
    <w:p w:rsidR="00C47403" w:rsidRDefault="00C47403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715355"/>
    <w:rsid w:val="00025386"/>
    <w:rsid w:val="000423B9"/>
    <w:rsid w:val="000828A1"/>
    <w:rsid w:val="00084786"/>
    <w:rsid w:val="000B0F86"/>
    <w:rsid w:val="0016158F"/>
    <w:rsid w:val="001935FD"/>
    <w:rsid w:val="001A0FAD"/>
    <w:rsid w:val="001C2314"/>
    <w:rsid w:val="001D3014"/>
    <w:rsid w:val="00213980"/>
    <w:rsid w:val="00214CF9"/>
    <w:rsid w:val="002171E5"/>
    <w:rsid w:val="00235412"/>
    <w:rsid w:val="002A7964"/>
    <w:rsid w:val="00351AC7"/>
    <w:rsid w:val="003E3F90"/>
    <w:rsid w:val="004374F2"/>
    <w:rsid w:val="00460705"/>
    <w:rsid w:val="004821B3"/>
    <w:rsid w:val="00485239"/>
    <w:rsid w:val="00487DFF"/>
    <w:rsid w:val="004E083D"/>
    <w:rsid w:val="004E27D7"/>
    <w:rsid w:val="0055145C"/>
    <w:rsid w:val="005624D8"/>
    <w:rsid w:val="005635AC"/>
    <w:rsid w:val="00566CA2"/>
    <w:rsid w:val="0057763A"/>
    <w:rsid w:val="00620476"/>
    <w:rsid w:val="00625991"/>
    <w:rsid w:val="00643025"/>
    <w:rsid w:val="00657A47"/>
    <w:rsid w:val="00695585"/>
    <w:rsid w:val="006A7E34"/>
    <w:rsid w:val="00715355"/>
    <w:rsid w:val="00723F5D"/>
    <w:rsid w:val="00745A44"/>
    <w:rsid w:val="007666D6"/>
    <w:rsid w:val="007737EB"/>
    <w:rsid w:val="00793758"/>
    <w:rsid w:val="00820DD1"/>
    <w:rsid w:val="00824D73"/>
    <w:rsid w:val="00826F72"/>
    <w:rsid w:val="00830970"/>
    <w:rsid w:val="008832CE"/>
    <w:rsid w:val="008B797E"/>
    <w:rsid w:val="008B7D61"/>
    <w:rsid w:val="008F18BA"/>
    <w:rsid w:val="008F2498"/>
    <w:rsid w:val="00914BBC"/>
    <w:rsid w:val="0093388F"/>
    <w:rsid w:val="009A6777"/>
    <w:rsid w:val="009B4304"/>
    <w:rsid w:val="00A56A6F"/>
    <w:rsid w:val="00A87380"/>
    <w:rsid w:val="00A95298"/>
    <w:rsid w:val="00AF7375"/>
    <w:rsid w:val="00B1133B"/>
    <w:rsid w:val="00B606DB"/>
    <w:rsid w:val="00B77707"/>
    <w:rsid w:val="00B929CC"/>
    <w:rsid w:val="00BE3BCE"/>
    <w:rsid w:val="00C11AC1"/>
    <w:rsid w:val="00C4140C"/>
    <w:rsid w:val="00C47403"/>
    <w:rsid w:val="00C50CD0"/>
    <w:rsid w:val="00CB29AC"/>
    <w:rsid w:val="00D25730"/>
    <w:rsid w:val="00D51908"/>
    <w:rsid w:val="00D55FC4"/>
    <w:rsid w:val="00D62E33"/>
    <w:rsid w:val="00D9320D"/>
    <w:rsid w:val="00D934E5"/>
    <w:rsid w:val="00DC46BA"/>
    <w:rsid w:val="00DC4842"/>
    <w:rsid w:val="00DC587A"/>
    <w:rsid w:val="00DC652A"/>
    <w:rsid w:val="00DE3B21"/>
    <w:rsid w:val="00DE73DD"/>
    <w:rsid w:val="00DF5809"/>
    <w:rsid w:val="00E20D78"/>
    <w:rsid w:val="00E27ABB"/>
    <w:rsid w:val="00E67109"/>
    <w:rsid w:val="00E86D3B"/>
    <w:rsid w:val="00EF3368"/>
    <w:rsid w:val="00F334B4"/>
    <w:rsid w:val="00F76496"/>
    <w:rsid w:val="00FB7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Uwydatnienie">
    <w:name w:val="Emphasis"/>
    <w:basedOn w:val="Domylnaczcionkaakapitu"/>
    <w:uiPriority w:val="20"/>
    <w:qFormat/>
    <w:rsid w:val="007737E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LEN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34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Kruszyk</dc:creator>
  <cp:keywords/>
  <dc:description/>
  <cp:lastModifiedBy>Dell</cp:lastModifiedBy>
  <cp:revision>12</cp:revision>
  <cp:lastPrinted>2021-06-02T11:59:00Z</cp:lastPrinted>
  <dcterms:created xsi:type="dcterms:W3CDTF">2023-01-20T09:49:00Z</dcterms:created>
  <dcterms:modified xsi:type="dcterms:W3CDTF">2026-01-27T05:52:00Z</dcterms:modified>
</cp:coreProperties>
</file>